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14EDE7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831B82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436681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105F8D7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436681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37805E4A" w:rsidR="00F1480E" w:rsidRPr="000754EC" w:rsidRDefault="008C5133" w:rsidP="000754EC">
            <w:pPr>
              <w:pStyle w:val="SIUnittitle"/>
            </w:pPr>
            <w:r w:rsidRPr="008C5133">
              <w:t>Implement a paving project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5393C" w14:textId="494B8661" w:rsidR="008C5133" w:rsidRPr="008C5133" w:rsidRDefault="008C5133" w:rsidP="008C5133">
            <w:r w:rsidRPr="008C5133">
              <w:t>This unit of competency describes the skills and knowledge required to install and construct a paved surface</w:t>
            </w:r>
            <w:r w:rsidR="00AC47A6">
              <w:t xml:space="preserve">, including preparing for paving project, setting out and preparing site, implementing the paving project, </w:t>
            </w:r>
            <w:r w:rsidR="006625F5">
              <w:t xml:space="preserve">installing stone paving, </w:t>
            </w:r>
            <w:proofErr w:type="gramStart"/>
            <w:r w:rsidR="00AC47A6">
              <w:t>checking</w:t>
            </w:r>
            <w:proofErr w:type="gramEnd"/>
            <w:r w:rsidR="00AC47A6">
              <w:t xml:space="preserve"> and cleaning up site</w:t>
            </w:r>
            <w:r w:rsidRPr="008C5133">
              <w:t>.</w:t>
            </w:r>
          </w:p>
          <w:p w14:paraId="3CDD78BE" w14:textId="77777777" w:rsidR="008C5133" w:rsidRDefault="008C5133" w:rsidP="008C5133"/>
          <w:p w14:paraId="150193C2" w14:textId="542B231D" w:rsidR="008C5133" w:rsidRPr="008C5133" w:rsidRDefault="008C5133" w:rsidP="008C5133">
            <w:r w:rsidRPr="008C5133">
              <w:t>Th</w:t>
            </w:r>
            <w:r w:rsidR="00AC47A6">
              <w:t>e</w:t>
            </w:r>
            <w:r w:rsidRPr="008C5133">
              <w:t xml:space="preserve"> unit applies to individuals who </w:t>
            </w:r>
            <w:r w:rsidR="00AC47A6">
              <w:t xml:space="preserve">implement a paving </w:t>
            </w:r>
            <w:r w:rsidR="00AC47A6" w:rsidRPr="00AC47A6">
              <w:t>pro</w:t>
            </w:r>
            <w:r w:rsidR="00AC47A6">
              <w:t>ject</w:t>
            </w:r>
            <w:r w:rsidR="00AC47A6" w:rsidRPr="00AC47A6">
              <w:t xml:space="preserve"> under broad direction, and </w:t>
            </w:r>
            <w:r w:rsidRPr="008C5133">
              <w:t>take responsibility for their own work and for the quality of the work of others.</w:t>
            </w:r>
          </w:p>
          <w:p w14:paraId="4ACFBB7C" w14:textId="77777777" w:rsidR="008C5133" w:rsidRDefault="008C5133" w:rsidP="008C5133"/>
          <w:p w14:paraId="034C6C33" w14:textId="6D28351B" w:rsidR="00373436" w:rsidRPr="000754EC" w:rsidRDefault="00840437" w:rsidP="00A16077">
            <w:pPr>
              <w:pStyle w:val="SIText"/>
            </w:pPr>
            <w:r w:rsidRPr="00840437">
              <w:t>State/territory licensing, legislative or certification requirements apply in some jurisdictions. Users are advised to check with the relevant regulatory authority</w:t>
            </w:r>
            <w:r w:rsidR="008C5133" w:rsidRPr="008C5133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E5C921B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C513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6790CB3" w:rsidR="008C5133" w:rsidRPr="008C5133" w:rsidRDefault="008C5133" w:rsidP="008C5133">
            <w:pPr>
              <w:pStyle w:val="SIText"/>
            </w:pPr>
            <w:r w:rsidRPr="008C5133">
              <w:t>1. Prepare for paving project</w:t>
            </w:r>
          </w:p>
        </w:tc>
        <w:tc>
          <w:tcPr>
            <w:tcW w:w="3604" w:type="pct"/>
            <w:shd w:val="clear" w:color="auto" w:fill="auto"/>
          </w:tcPr>
          <w:p w14:paraId="3FBEA415" w14:textId="552D0BB3" w:rsidR="008C5133" w:rsidRPr="008C5133" w:rsidRDefault="008C5133" w:rsidP="008C5133">
            <w:r w:rsidRPr="008C5133">
              <w:t xml:space="preserve">1.1 </w:t>
            </w:r>
            <w:r w:rsidR="00BC6E0B">
              <w:t>Interpret site plans and specifications</w:t>
            </w:r>
          </w:p>
          <w:p w14:paraId="60B3E0A2" w14:textId="77777777" w:rsidR="00930796" w:rsidRPr="00930796" w:rsidRDefault="008C5133" w:rsidP="00930796">
            <w:r w:rsidRPr="008C5133">
              <w:t xml:space="preserve">1.2 </w:t>
            </w:r>
            <w:r w:rsidR="00930796" w:rsidRPr="008B4BF5">
              <w:t xml:space="preserve">Identify </w:t>
            </w:r>
            <w:r w:rsidR="00930796" w:rsidRPr="00930796">
              <w:t>potential hazards and risks, and implement safe working practices to manage risks</w:t>
            </w:r>
          </w:p>
          <w:p w14:paraId="0FA9A142" w14:textId="339929F1" w:rsidR="008C5133" w:rsidRPr="008C5133" w:rsidRDefault="00930796" w:rsidP="008C5133">
            <w:r>
              <w:t xml:space="preserve">1.3 </w:t>
            </w:r>
            <w:r w:rsidR="008C5133" w:rsidRPr="008C5133">
              <w:t xml:space="preserve">Select tools, equipment and machinery </w:t>
            </w:r>
            <w:r>
              <w:t xml:space="preserve">required to implement a paving project </w:t>
            </w:r>
            <w:r w:rsidR="008C5133" w:rsidRPr="008C5133">
              <w:t>and check for s</w:t>
            </w:r>
            <w:r>
              <w:t>afe operation</w:t>
            </w:r>
          </w:p>
          <w:p w14:paraId="74FD09F9" w14:textId="6AA0C483" w:rsidR="008C5133" w:rsidRPr="008C5133" w:rsidRDefault="008C5133" w:rsidP="00930796">
            <w:r w:rsidRPr="008C5133">
              <w:t>1.4 Identify and ameliorate environmental impacts of proposed works</w:t>
            </w:r>
          </w:p>
          <w:p w14:paraId="2A748254" w14:textId="26D0D966" w:rsidR="008C5133" w:rsidRPr="008C5133" w:rsidRDefault="008C5133" w:rsidP="008C5133">
            <w:r w:rsidRPr="008C5133">
              <w:t xml:space="preserve">1.5 Select, </w:t>
            </w:r>
            <w:r w:rsidR="00A84AC8">
              <w:t xml:space="preserve">fit, </w:t>
            </w:r>
            <w:proofErr w:type="gramStart"/>
            <w:r w:rsidRPr="008C5133">
              <w:t>use</w:t>
            </w:r>
            <w:proofErr w:type="gramEnd"/>
            <w:r w:rsidRPr="008C5133">
              <w:t xml:space="preserve"> and maintain personal protective equipment (PPE)</w:t>
            </w:r>
            <w:r w:rsidR="00A84AC8">
              <w:t xml:space="preserve"> applicable to the task</w:t>
            </w:r>
          </w:p>
          <w:p w14:paraId="1696B99B" w14:textId="52B8A782" w:rsidR="008C5133" w:rsidRPr="008C5133" w:rsidRDefault="008C5133" w:rsidP="008C5133">
            <w:r w:rsidRPr="008C5133">
              <w:t>1.6 Organise delivery of materials to site according to workplace priorities</w:t>
            </w:r>
          </w:p>
        </w:tc>
      </w:tr>
      <w:tr w:rsidR="008C513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108C57B" w:rsidR="008C5133" w:rsidRPr="008C5133" w:rsidRDefault="008C5133" w:rsidP="008C5133">
            <w:pPr>
              <w:pStyle w:val="SIText"/>
            </w:pPr>
            <w:r w:rsidRPr="008C5133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7AA207F7" w14:textId="77777777" w:rsidR="008C5133" w:rsidRPr="008C5133" w:rsidRDefault="008C5133" w:rsidP="008C5133">
            <w:r w:rsidRPr="008C5133">
              <w:t>2.1 Erect site bunting, control pedestrian access and place safety signage</w:t>
            </w:r>
          </w:p>
          <w:p w14:paraId="351890CF" w14:textId="78B91E63" w:rsidR="008C5133" w:rsidRPr="008C5133" w:rsidRDefault="008C5133" w:rsidP="008C5133">
            <w:r w:rsidRPr="008C5133">
              <w:t xml:space="preserve">2.2 </w:t>
            </w:r>
            <w:r w:rsidR="00A84AC8">
              <w:t xml:space="preserve">Determine, </w:t>
            </w:r>
            <w:proofErr w:type="gramStart"/>
            <w:r w:rsidR="00A84AC8">
              <w:t>l</w:t>
            </w:r>
            <w:r w:rsidRPr="008C5133">
              <w:t>ocate</w:t>
            </w:r>
            <w:proofErr w:type="gramEnd"/>
            <w:r w:rsidR="00A84AC8">
              <w:t xml:space="preserve"> and mark out</w:t>
            </w:r>
            <w:r w:rsidRPr="008C5133">
              <w:t xml:space="preserve"> services</w:t>
            </w:r>
            <w:r w:rsidR="00A84AC8">
              <w:t xml:space="preserve"> from site plan</w:t>
            </w:r>
          </w:p>
          <w:p w14:paraId="0A781544" w14:textId="77777777" w:rsidR="008C5133" w:rsidRPr="008C5133" w:rsidRDefault="008C5133" w:rsidP="008C5133">
            <w:r w:rsidRPr="008C5133">
              <w:t>2.3 Make provision for irrigation lines to cross paved areas</w:t>
            </w:r>
          </w:p>
          <w:p w14:paraId="3BD490CB" w14:textId="77777777" w:rsidR="008C5133" w:rsidRPr="008C5133" w:rsidRDefault="008C5133" w:rsidP="008C5133">
            <w:r w:rsidRPr="008C5133">
              <w:t>2.4 Mark out the paving pattern according to plans and specifications</w:t>
            </w:r>
          </w:p>
          <w:p w14:paraId="64C39356" w14:textId="77777777" w:rsidR="008C5133" w:rsidRPr="008C5133" w:rsidRDefault="008C5133" w:rsidP="008C5133">
            <w:r w:rsidRPr="008C5133">
              <w:t>2.5 Place and compact sub-base material to the required finished levels</w:t>
            </w:r>
          </w:p>
          <w:p w14:paraId="6BB72E57" w14:textId="3DF8310B" w:rsidR="008C5133" w:rsidRPr="008C5133" w:rsidRDefault="008C5133" w:rsidP="008C5133">
            <w:pPr>
              <w:pStyle w:val="SIText"/>
            </w:pPr>
            <w:r w:rsidRPr="008C5133">
              <w:t>2.6 Incorporate surface drainage as specified</w:t>
            </w:r>
          </w:p>
        </w:tc>
      </w:tr>
      <w:tr w:rsidR="008C5133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A8CF173" w:rsidR="008C5133" w:rsidRPr="008C5133" w:rsidRDefault="008C5133" w:rsidP="008C5133">
            <w:pPr>
              <w:pStyle w:val="SIText"/>
            </w:pPr>
            <w:r w:rsidRPr="008C5133">
              <w:t>3. Implement paving project</w:t>
            </w:r>
          </w:p>
        </w:tc>
        <w:tc>
          <w:tcPr>
            <w:tcW w:w="3604" w:type="pct"/>
            <w:shd w:val="clear" w:color="auto" w:fill="auto"/>
          </w:tcPr>
          <w:p w14:paraId="0E45816C" w14:textId="6EC19DF5" w:rsidR="008C5133" w:rsidRPr="008C5133" w:rsidRDefault="008C5133" w:rsidP="008C5133">
            <w:r w:rsidRPr="008C5133">
              <w:t>3.1 Construct paving</w:t>
            </w:r>
            <w:r w:rsidR="00840437">
              <w:t xml:space="preserve"> according to plans and specification</w:t>
            </w:r>
          </w:p>
          <w:p w14:paraId="1B82D30B" w14:textId="77777777" w:rsidR="008C5133" w:rsidRPr="008C5133" w:rsidRDefault="008C5133" w:rsidP="008C5133">
            <w:r w:rsidRPr="008C5133">
              <w:t>3.2 Install appropriate drainage</w:t>
            </w:r>
          </w:p>
          <w:p w14:paraId="7C104250" w14:textId="70CFA3BD" w:rsidR="008C5133" w:rsidRPr="008C5133" w:rsidRDefault="008C5133" w:rsidP="008C5133">
            <w:pPr>
              <w:pStyle w:val="SIText"/>
            </w:pPr>
            <w:r w:rsidRPr="008C5133">
              <w:t xml:space="preserve">3.3 Use tools, </w:t>
            </w:r>
            <w:proofErr w:type="gramStart"/>
            <w:r w:rsidRPr="008C5133">
              <w:t>equipment</w:t>
            </w:r>
            <w:proofErr w:type="gramEnd"/>
            <w:r w:rsidRPr="008C5133">
              <w:t xml:space="preserve"> and machinery safety in accordance with </w:t>
            </w:r>
            <w:r w:rsidR="00A84AC8">
              <w:t>workplace</w:t>
            </w:r>
            <w:r w:rsidR="00A84AC8" w:rsidRPr="008C5133">
              <w:t xml:space="preserve"> </w:t>
            </w:r>
            <w:r w:rsidRPr="008C5133">
              <w:t>safe operating procedures and work</w:t>
            </w:r>
            <w:r w:rsidR="00A84AC8">
              <w:t>place</w:t>
            </w:r>
            <w:r w:rsidRPr="008C5133">
              <w:t xml:space="preserve"> health and safety requirements</w:t>
            </w:r>
          </w:p>
        </w:tc>
      </w:tr>
      <w:tr w:rsidR="00EF0ED1" w:rsidRPr="00963A46" w14:paraId="64536DF3" w14:textId="77777777" w:rsidTr="00567140">
        <w:trPr>
          <w:cantSplit/>
        </w:trPr>
        <w:tc>
          <w:tcPr>
            <w:tcW w:w="1396" w:type="pct"/>
            <w:shd w:val="clear" w:color="auto" w:fill="auto"/>
          </w:tcPr>
          <w:p w14:paraId="3CBECB09" w14:textId="77777777" w:rsidR="00EF0ED1" w:rsidRPr="00EF0ED1" w:rsidRDefault="00EF0ED1" w:rsidP="00EF0ED1">
            <w:pPr>
              <w:pStyle w:val="SIText"/>
            </w:pPr>
            <w:r w:rsidRPr="00A16077">
              <w:t>4. Install stone paving</w:t>
            </w:r>
          </w:p>
        </w:tc>
        <w:tc>
          <w:tcPr>
            <w:tcW w:w="3604" w:type="pct"/>
            <w:shd w:val="clear" w:color="auto" w:fill="auto"/>
          </w:tcPr>
          <w:p w14:paraId="7E7FF6D3" w14:textId="77777777" w:rsidR="00EF0ED1" w:rsidRPr="00EF0ED1" w:rsidRDefault="00EF0ED1" w:rsidP="00EF0ED1">
            <w:r w:rsidRPr="00A16077">
              <w:t>4.1 Set out and prepare area to be paved according to the site plan</w:t>
            </w:r>
          </w:p>
          <w:p w14:paraId="0E2D05B3" w14:textId="77777777" w:rsidR="00EF0ED1" w:rsidRPr="00EF0ED1" w:rsidRDefault="00EF0ED1" w:rsidP="00EF0ED1">
            <w:r w:rsidRPr="00A16077">
              <w:t>4.2 Excavate the area to shape, depth and dimensions to sub-base level</w:t>
            </w:r>
          </w:p>
          <w:p w14:paraId="7040600B" w14:textId="77777777" w:rsidR="00EF0ED1" w:rsidRPr="00EF0ED1" w:rsidRDefault="00EF0ED1" w:rsidP="00EF0ED1">
            <w:r w:rsidRPr="00A16077">
              <w:t>4.3 Trim the sub</w:t>
            </w:r>
            <w:r w:rsidRPr="00EF0ED1">
              <w:t>-base to the designated level and falls and place and compact base material to the finished level</w:t>
            </w:r>
          </w:p>
          <w:p w14:paraId="70B172CA" w14:textId="77777777" w:rsidR="00EF0ED1" w:rsidRPr="00EF0ED1" w:rsidRDefault="00EF0ED1" w:rsidP="00EF0ED1">
            <w:r w:rsidRPr="00A16077">
              <w:t>4.4 Spread bedding material over the area and level to the designated level and falls</w:t>
            </w:r>
          </w:p>
          <w:p w14:paraId="628DA5B1" w14:textId="77777777" w:rsidR="00EF0ED1" w:rsidRPr="00EF0ED1" w:rsidRDefault="00EF0ED1" w:rsidP="00EF0ED1">
            <w:r w:rsidRPr="00A16077">
              <w:t xml:space="preserve">4.5 </w:t>
            </w:r>
            <w:r w:rsidRPr="00EF0ED1">
              <w:t>Treat, place and fit stone accurately fill gaps in the pattern within tolerances nominated within the site plan and specifications</w:t>
            </w:r>
          </w:p>
          <w:p w14:paraId="6F1A704F" w14:textId="77777777" w:rsidR="00EF0ED1" w:rsidRPr="00EF0ED1" w:rsidRDefault="00EF0ED1" w:rsidP="00EF0ED1">
            <w:r w:rsidRPr="00A16077">
              <w:t>4.6 Install edge constraints as required by the site plan</w:t>
            </w:r>
          </w:p>
        </w:tc>
      </w:tr>
      <w:tr w:rsidR="008C5133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3A8A4751" w:rsidR="008C5133" w:rsidRPr="008C5133" w:rsidRDefault="00EF0ED1" w:rsidP="008C5133">
            <w:pPr>
              <w:pStyle w:val="SIText"/>
            </w:pPr>
            <w:r>
              <w:lastRenderedPageBreak/>
              <w:t>5</w:t>
            </w:r>
            <w:r w:rsidR="008C5133" w:rsidRPr="008C5133">
              <w:t>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54F4865C" w14:textId="65DEC7AA" w:rsidR="008C5133" w:rsidRPr="008C5133" w:rsidRDefault="00EF0ED1" w:rsidP="008C5133">
            <w:r>
              <w:t>5</w:t>
            </w:r>
            <w:r w:rsidR="008C5133" w:rsidRPr="008C5133">
              <w:t>.1 Inspect the quality of finished works to ensure the</w:t>
            </w:r>
            <w:r w:rsidR="003209B8">
              <w:t xml:space="preserve"> standard of the finished paving project is in accordance with</w:t>
            </w:r>
            <w:r w:rsidR="008C5133" w:rsidRPr="008C5133">
              <w:t xml:space="preserve"> </w:t>
            </w:r>
            <w:r w:rsidR="003209B8">
              <w:t xml:space="preserve">design </w:t>
            </w:r>
            <w:r w:rsidR="008C5133" w:rsidRPr="008C5133">
              <w:t>drawings and specifications</w:t>
            </w:r>
          </w:p>
          <w:p w14:paraId="43D348DE" w14:textId="2E9EAB69" w:rsidR="008C5133" w:rsidRPr="008C5133" w:rsidRDefault="00EF0ED1" w:rsidP="008C5133">
            <w:r>
              <w:t>5</w:t>
            </w:r>
            <w:r w:rsidR="008C5133" w:rsidRPr="008C5133">
              <w:t xml:space="preserve">.2 Clean </w:t>
            </w:r>
            <w:proofErr w:type="gramStart"/>
            <w:r w:rsidR="008C5133" w:rsidRPr="008C5133">
              <w:t>work-site</w:t>
            </w:r>
            <w:proofErr w:type="gramEnd"/>
            <w:r w:rsidR="008C5133" w:rsidRPr="008C5133">
              <w:t xml:space="preserve"> and dispose of </w:t>
            </w:r>
            <w:r w:rsidR="003209B8">
              <w:t>or recycle waste material from the site</w:t>
            </w:r>
          </w:p>
          <w:p w14:paraId="13B23353" w14:textId="1822AF24" w:rsidR="008C5133" w:rsidRDefault="00EF0ED1" w:rsidP="008C5133">
            <w:r>
              <w:t>5</w:t>
            </w:r>
            <w:r w:rsidR="008C5133" w:rsidRPr="008C5133">
              <w:t>.3 Clean, maintain and store tools</w:t>
            </w:r>
            <w:r w:rsidR="003209B8">
              <w:t>,</w:t>
            </w:r>
            <w:r w:rsidR="008C5133" w:rsidRPr="008C5133">
              <w:t xml:space="preserve"> </w:t>
            </w:r>
            <w:proofErr w:type="gramStart"/>
            <w:r w:rsidR="008C5133" w:rsidRPr="008C5133">
              <w:t>equipment</w:t>
            </w:r>
            <w:proofErr w:type="gramEnd"/>
            <w:r w:rsidR="003209B8">
              <w:t xml:space="preserve"> and machinery</w:t>
            </w:r>
          </w:p>
          <w:p w14:paraId="594E8C1D" w14:textId="05A5C34F" w:rsidR="003209B8" w:rsidRPr="008C5133" w:rsidRDefault="00EF0ED1" w:rsidP="008C5133">
            <w:r>
              <w:t>5</w:t>
            </w:r>
            <w:r w:rsidR="003209B8">
              <w:t xml:space="preserve">.4 Identify and report unserviceable tools, </w:t>
            </w:r>
            <w:proofErr w:type="gramStart"/>
            <w:r w:rsidR="003209B8">
              <w:t>equipment</w:t>
            </w:r>
            <w:proofErr w:type="gramEnd"/>
            <w:r w:rsidR="003209B8">
              <w:t xml:space="preserve"> and machinery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47A6" w:rsidRPr="00336FCA" w:rsidDel="00423CB2" w14:paraId="1CF24FD6" w14:textId="77777777" w:rsidTr="00CA2922">
        <w:tc>
          <w:tcPr>
            <w:tcW w:w="1396" w:type="pct"/>
          </w:tcPr>
          <w:p w14:paraId="6D88B952" w14:textId="0AE5D61E" w:rsidR="00AC47A6" w:rsidRPr="00AC47A6" w:rsidRDefault="00AC47A6" w:rsidP="00AC4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4C1A9F36" w:rsidR="00AC47A6" w:rsidRPr="00AC47A6" w:rsidRDefault="00AC47A6" w:rsidP="00982C4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rFonts w:eastAsia="Calibri"/>
                <w:color w:val="auto"/>
                <w:sz w:val="20"/>
              </w:rPr>
              <w:t>Use clear language</w:t>
            </w:r>
            <w:r w:rsidR="00982C4F">
              <w:rPr>
                <w:rFonts w:eastAsia="Calibri"/>
              </w:rPr>
              <w:t xml:space="preserve"> </w:t>
            </w:r>
            <w:r w:rsidR="00982C4F" w:rsidRPr="00982C4F">
              <w:rPr>
                <w:rStyle w:val="SITemporaryText-red"/>
                <w:rFonts w:eastAsia="Calibri"/>
                <w:color w:val="auto"/>
                <w:sz w:val="20"/>
              </w:rPr>
              <w:t>and industry standard terminology</w:t>
            </w:r>
            <w:r w:rsidRPr="00982C4F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</w:t>
            </w:r>
            <w:r w:rsidR="003209B8" w:rsidRPr="00982C4F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982C4F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982C4F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="003209B8" w:rsidRPr="00982C4F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</w:t>
            </w:r>
            <w:r w:rsidRPr="00982C4F">
              <w:rPr>
                <w:rStyle w:val="SITemporaryText-red"/>
                <w:rFonts w:eastAsia="Calibri"/>
                <w:color w:val="auto"/>
                <w:sz w:val="20"/>
              </w:rPr>
              <w:t xml:space="preserve"> unserviceability</w:t>
            </w:r>
          </w:p>
        </w:tc>
      </w:tr>
      <w:tr w:rsidR="00840437" w:rsidRPr="00336FCA" w:rsidDel="00423CB2" w14:paraId="3C4B3ED3" w14:textId="77777777" w:rsidTr="008404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AA2C" w14:textId="1F639E6B" w:rsidR="00840437" w:rsidRPr="009347D4" w:rsidRDefault="009347D4" w:rsidP="009347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47D4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5929" w14:textId="77777777" w:rsidR="009347D4" w:rsidRPr="009347D4" w:rsidRDefault="009347D4" w:rsidP="009347D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347D4">
              <w:rPr>
                <w:rStyle w:val="SITemporaryText-red"/>
                <w:color w:val="auto"/>
                <w:sz w:val="20"/>
              </w:rPr>
              <w:t xml:space="preserve">Calculate quantities of material, take measurements, </w:t>
            </w:r>
            <w:proofErr w:type="gramStart"/>
            <w:r w:rsidRPr="009347D4">
              <w:rPr>
                <w:rStyle w:val="SITemporaryText-red"/>
                <w:color w:val="auto"/>
                <w:sz w:val="20"/>
              </w:rPr>
              <w:t>interpret</w:t>
            </w:r>
            <w:proofErr w:type="gramEnd"/>
            <w:r w:rsidRPr="009347D4">
              <w:rPr>
                <w:rStyle w:val="SITemporaryText-red"/>
                <w:color w:val="auto"/>
                <w:sz w:val="20"/>
              </w:rPr>
              <w:t xml:space="preserve"> and use scale, interpret and calculate levels</w:t>
            </w:r>
          </w:p>
          <w:p w14:paraId="7E952F79" w14:textId="7143D827" w:rsidR="00840437" w:rsidRPr="00840437" w:rsidRDefault="009347D4" w:rsidP="009347D4">
            <w:pPr>
              <w:pStyle w:val="SIBulletList1"/>
              <w:rPr>
                <w:rStyle w:val="SITemporaryText-red"/>
              </w:rPr>
            </w:pPr>
            <w:r w:rsidRPr="009347D4">
              <w:rPr>
                <w:rStyle w:val="SITemporaryText-red"/>
                <w:color w:val="auto"/>
                <w:sz w:val="20"/>
              </w:rPr>
              <w:t>Set out geometric shapes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C47A6" w14:paraId="7EFB7203" w14:textId="77777777" w:rsidTr="00F33FF2">
        <w:tc>
          <w:tcPr>
            <w:tcW w:w="1028" w:type="pct"/>
          </w:tcPr>
          <w:p w14:paraId="084F336C" w14:textId="43426F43" w:rsidR="00AC47A6" w:rsidRPr="00AC47A6" w:rsidRDefault="00AC47A6" w:rsidP="00AC47A6">
            <w:pPr>
              <w:pStyle w:val="SIText"/>
            </w:pPr>
            <w:r w:rsidRPr="00AC47A6">
              <w:t>AHCLSC3</w:t>
            </w:r>
            <w:r w:rsidR="00EF0ED1">
              <w:t>XX</w:t>
            </w:r>
            <w:r w:rsidRPr="00AC47A6">
              <w:t xml:space="preserve"> Implement a paving project</w:t>
            </w:r>
          </w:p>
          <w:p w14:paraId="6B803FA7" w14:textId="66B334B4" w:rsidR="00AC47A6" w:rsidRPr="00AC47A6" w:rsidRDefault="00AC47A6" w:rsidP="00AC47A6">
            <w:pPr>
              <w:pStyle w:val="SIText"/>
            </w:pPr>
            <w:r w:rsidRPr="00AC47A6">
              <w:t xml:space="preserve">Release </w:t>
            </w:r>
            <w:r w:rsidR="00EF0ED1">
              <w:t>1</w:t>
            </w:r>
          </w:p>
        </w:tc>
        <w:tc>
          <w:tcPr>
            <w:tcW w:w="1105" w:type="pct"/>
          </w:tcPr>
          <w:p w14:paraId="0B9ADD8C" w14:textId="77777777" w:rsidR="00AC47A6" w:rsidRPr="00AC47A6" w:rsidRDefault="00AC47A6" w:rsidP="00AC47A6">
            <w:pPr>
              <w:pStyle w:val="SIText"/>
            </w:pPr>
            <w:r w:rsidRPr="00AC47A6">
              <w:t>AHCLSC306 Implement a paving project</w:t>
            </w:r>
          </w:p>
          <w:p w14:paraId="3216D365" w14:textId="01B83A4D" w:rsidR="00AC47A6" w:rsidRPr="00BC6E0B" w:rsidRDefault="00AC47A6" w:rsidP="00BC6E0B">
            <w:pPr>
              <w:pStyle w:val="SIText"/>
            </w:pPr>
            <w:r w:rsidRPr="00BC6E0B">
              <w:t xml:space="preserve">Release </w:t>
            </w:r>
            <w:r w:rsidR="004D45C9">
              <w:t>1</w:t>
            </w:r>
          </w:p>
        </w:tc>
        <w:tc>
          <w:tcPr>
            <w:tcW w:w="1251" w:type="pct"/>
          </w:tcPr>
          <w:p w14:paraId="40455682" w14:textId="77777777" w:rsidR="00AC47A6" w:rsidRPr="00AC47A6" w:rsidRDefault="00AC4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F14A127" w14:textId="03F9D5A8" w:rsidR="00AC47A6" w:rsidRPr="00EF0ED1" w:rsidRDefault="00AC47A6" w:rsidP="00EF0E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0ED1">
              <w:rPr>
                <w:rStyle w:val="SITemporaryText-red"/>
                <w:color w:val="auto"/>
                <w:sz w:val="20"/>
              </w:rPr>
              <w:t>M</w:t>
            </w:r>
            <w:r w:rsidR="00436681" w:rsidRPr="00EF0ED1">
              <w:rPr>
                <w:rStyle w:val="SITemporaryText-red"/>
                <w:color w:val="auto"/>
                <w:sz w:val="20"/>
              </w:rPr>
              <w:t>aj</w:t>
            </w:r>
            <w:r w:rsidRPr="00EF0ED1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15772C8A" w14:textId="77777777" w:rsidR="00AC47A6" w:rsidRPr="00AC47A6" w:rsidRDefault="00AC4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17F455AB" w:rsidR="00AC47A6" w:rsidRPr="00AC47A6" w:rsidRDefault="00AC47A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22862F9A" w:rsidR="00AC47A6" w:rsidRPr="00E02B4F" w:rsidRDefault="00EF0ED1" w:rsidP="00E02B4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2B4F">
              <w:rPr>
                <w:rStyle w:val="SITemporaryText-blue"/>
                <w:color w:val="auto"/>
                <w:sz w:val="20"/>
              </w:rPr>
              <w:t>Not e</w:t>
            </w:r>
            <w:r w:rsidR="00AC47A6" w:rsidRPr="00E02B4F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15507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0DCE8C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C5133" w:rsidRPr="008C5133">
              <w:t>AHCLSC3</w:t>
            </w:r>
            <w:r w:rsidR="00EF0ED1">
              <w:t>XX</w:t>
            </w:r>
            <w:r w:rsidR="008C5133" w:rsidRPr="008C5133">
              <w:t xml:space="preserve"> Implement a paving project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D920F4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11124A1A" w:rsidR="00DA54B5" w:rsidRPr="00D920F4" w:rsidRDefault="00DA54B5" w:rsidP="00D920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1CA227D7" w:rsidR="00DA54B5" w:rsidRPr="00BC6E0B" w:rsidRDefault="00DA54B5" w:rsidP="00A04E1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BC6E0B">
              <w:rPr>
                <w:rStyle w:val="SITemporaryText-red"/>
                <w:color w:val="auto"/>
                <w:sz w:val="20"/>
              </w:rPr>
              <w:t>has</w:t>
            </w:r>
            <w:r w:rsidR="00BC6E0B" w:rsidRPr="00BC6E0B">
              <w:rPr>
                <w:rStyle w:val="SITemporaryText-red"/>
                <w:color w:val="auto"/>
                <w:sz w:val="20"/>
              </w:rPr>
              <w:t xml:space="preserve"> implemented a paving project </w:t>
            </w:r>
            <w:r w:rsidR="00A04E1D" w:rsidRPr="00A04E1D">
              <w:rPr>
                <w:rStyle w:val="SITemporaryText-red"/>
                <w:color w:val="auto"/>
                <w:sz w:val="20"/>
              </w:rPr>
              <w:t>of at least ten square metres on solid and flexible bases using straight and curved edges</w:t>
            </w:r>
            <w:r w:rsidR="00A04E1D">
              <w:rPr>
                <w:rStyle w:val="SITemporaryText-red"/>
              </w:rPr>
              <w:t>,</w:t>
            </w:r>
            <w:r w:rsidR="00A04E1D" w:rsidRPr="00A04E1D">
              <w:rPr>
                <w:rStyle w:val="SITemporaryText-red"/>
                <w:color w:val="auto"/>
                <w:sz w:val="20"/>
              </w:rPr>
              <w:t xml:space="preserve"> individually or as part of a team</w:t>
            </w:r>
            <w:r w:rsidR="00A04E1D" w:rsidRPr="00A04E1D">
              <w:rPr>
                <w:rStyle w:val="SITemporaryText-red"/>
              </w:rPr>
              <w:t xml:space="preserve"> </w:t>
            </w:r>
            <w:r w:rsidR="00BC6E0B" w:rsidRPr="00BC6E0B">
              <w:rPr>
                <w:rStyle w:val="SITemporaryText-red"/>
                <w:color w:val="auto"/>
                <w:sz w:val="20"/>
              </w:rPr>
              <w:t>on at least one occasion and has</w:t>
            </w:r>
            <w:r w:rsidRPr="00BC6E0B">
              <w:rPr>
                <w:rStyle w:val="SITemporaryText-red"/>
                <w:color w:val="auto"/>
                <w:sz w:val="20"/>
              </w:rPr>
              <w:t>:</w:t>
            </w:r>
          </w:p>
          <w:p w14:paraId="19108963" w14:textId="77777777" w:rsidR="00BC6E0B" w:rsidRPr="00BC6E0B" w:rsidRDefault="00BC6E0B" w:rsidP="00BC6E0B">
            <w:pPr>
              <w:pStyle w:val="SIBulletList1"/>
            </w:pPr>
            <w:r>
              <w:t>applied workplace health and safety requirements</w:t>
            </w:r>
          </w:p>
          <w:p w14:paraId="2A73520A" w14:textId="34DFC0D4" w:rsidR="00BC6E0B" w:rsidRPr="00BC6E0B" w:rsidRDefault="00BC6E0B" w:rsidP="00C7667A">
            <w:pPr>
              <w:pStyle w:val="SIBulletList1"/>
            </w:pPr>
            <w:r w:rsidRPr="00BC6E0B">
              <w:t xml:space="preserve">selected, </w:t>
            </w:r>
            <w:proofErr w:type="gramStart"/>
            <w:r w:rsidRPr="00BC6E0B">
              <w:t>used</w:t>
            </w:r>
            <w:proofErr w:type="gramEnd"/>
            <w:r w:rsidRPr="00BC6E0B">
              <w:t xml:space="preserve"> and maintained tools</w:t>
            </w:r>
            <w:r w:rsidR="004D45C9">
              <w:t>,</w:t>
            </w:r>
            <w:r w:rsidRPr="00BC6E0B">
              <w:t xml:space="preserve"> equipment </w:t>
            </w:r>
            <w:r w:rsidR="004D45C9">
              <w:t xml:space="preserve">and machinery </w:t>
            </w:r>
            <w:r w:rsidRPr="00BC6E0B">
              <w:t xml:space="preserve">required for </w:t>
            </w:r>
            <w:r w:rsidRPr="00C7667A">
              <w:rPr>
                <w:rStyle w:val="SITemporaryText-red"/>
                <w:color w:val="auto"/>
                <w:sz w:val="20"/>
              </w:rPr>
              <w:t>implement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ing a paving project</w:t>
            </w:r>
          </w:p>
          <w:p w14:paraId="251F1084" w14:textId="3B316A01" w:rsidR="00BC6E0B" w:rsidRDefault="00BC6E0B" w:rsidP="00BC6E0B">
            <w:pPr>
              <w:pStyle w:val="SIBulletList1"/>
            </w:pPr>
            <w:r>
              <w:t>interpreted site plans and specifications</w:t>
            </w:r>
          </w:p>
          <w:p w14:paraId="40B29736" w14:textId="77777777" w:rsidR="009347D4" w:rsidRDefault="009347D4" w:rsidP="00BC6E0B">
            <w:pPr>
              <w:pStyle w:val="SIBulletList1"/>
            </w:pPr>
            <w:r>
              <w:t>measured and cut pavers to specified tolerances</w:t>
            </w:r>
          </w:p>
          <w:p w14:paraId="0466F4FC" w14:textId="77777777" w:rsidR="006625F5" w:rsidRDefault="009347D4" w:rsidP="006625F5">
            <w:pPr>
              <w:pStyle w:val="SIBulletList1"/>
            </w:pPr>
            <w:r>
              <w:t>installed base, bedding material, jointing sand or grout, and pavers according to site plans and specification</w:t>
            </w:r>
            <w:r w:rsidR="00A04E1D">
              <w:t>s</w:t>
            </w:r>
          </w:p>
          <w:p w14:paraId="71BC8DE3" w14:textId="63A74699" w:rsidR="009347D4" w:rsidRDefault="006625F5" w:rsidP="006625F5">
            <w:pPr>
              <w:pStyle w:val="SIBulletList1"/>
            </w:pPr>
            <w:r>
              <w:t>set out and ex</w:t>
            </w:r>
            <w:r w:rsidRPr="006625F5">
              <w:t xml:space="preserve">cavated </w:t>
            </w:r>
            <w:r>
              <w:t xml:space="preserve">area, </w:t>
            </w:r>
            <w:r w:rsidRPr="006625F5">
              <w:t>and installed stone paving according to site plan</w:t>
            </w:r>
          </w:p>
          <w:p w14:paraId="3B2E0825" w14:textId="6C29386F" w:rsidR="00EF0ED1" w:rsidRDefault="009347D4" w:rsidP="006625F5">
            <w:pPr>
              <w:pStyle w:val="SIBulletList1"/>
            </w:pPr>
            <w:r>
              <w:t>installed edge restraints and drainage if required</w:t>
            </w:r>
          </w:p>
          <w:p w14:paraId="62DBCDE8" w14:textId="77777777" w:rsidR="00556C4C" w:rsidRDefault="008C5133" w:rsidP="00D920F4">
            <w:pPr>
              <w:pStyle w:val="SIBulletList1"/>
            </w:pPr>
            <w:r w:rsidRPr="008C5133">
              <w:t xml:space="preserve">clean up, </w:t>
            </w:r>
            <w:proofErr w:type="gramStart"/>
            <w:r w:rsidRPr="008C5133">
              <w:t>store</w:t>
            </w:r>
            <w:proofErr w:type="gramEnd"/>
            <w:r w:rsidRPr="008C5133">
              <w:t xml:space="preserve"> and maintain tools, machinery and equipment</w:t>
            </w:r>
          </w:p>
          <w:p w14:paraId="257733BF" w14:textId="77777777" w:rsidR="00BC6E0B" w:rsidRPr="00BC6E0B" w:rsidRDefault="00BC6E0B" w:rsidP="00BC6E0B">
            <w:pPr>
              <w:pStyle w:val="SIBulletList1"/>
            </w:pPr>
            <w:r>
              <w:t>checked quality of work and cleaned up site</w:t>
            </w:r>
          </w:p>
          <w:p w14:paraId="3F4E2EAA" w14:textId="78E4C0C7" w:rsidR="00BC6E0B" w:rsidRPr="000754EC" w:rsidRDefault="00BC6E0B" w:rsidP="00BC6E0B">
            <w:pPr>
              <w:pStyle w:val="SIBulletList1"/>
            </w:pPr>
            <w:r>
              <w:t xml:space="preserve">reported </w:t>
            </w:r>
            <w:r w:rsidRPr="00BC6E0B">
              <w:t>unserviceable tools</w:t>
            </w:r>
            <w:r w:rsidR="00E57EA4">
              <w:t>,</w:t>
            </w:r>
            <w:r w:rsidRPr="00BC6E0B">
              <w:t xml:space="preserve"> </w:t>
            </w:r>
            <w:proofErr w:type="gramStart"/>
            <w:r w:rsidRPr="00BC6E0B">
              <w:t>equipment</w:t>
            </w:r>
            <w:proofErr w:type="gramEnd"/>
            <w:r w:rsidR="00E57EA4">
              <w:t xml:space="preserve"> and machinery</w:t>
            </w:r>
            <w:r w:rsidRPr="00BC6E0B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920F4" w:rsidRDefault="00DA54B5" w:rsidP="00D920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6B435BF" w14:textId="25F7D745" w:rsidR="00C7667A" w:rsidRPr="00C7667A" w:rsidRDefault="00C7667A" w:rsidP="00C7667A">
            <w:pPr>
              <w:pStyle w:val="SIBulletList1"/>
            </w:pPr>
            <w:r w:rsidRPr="00C7667A">
              <w:t xml:space="preserve">workplace requirements applicable to health and safety in the workplace for </w:t>
            </w:r>
            <w:r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  <w:r w:rsidRPr="00C7667A">
              <w:t>, including appropriate use of personal protective equipment (PPE)</w:t>
            </w:r>
          </w:p>
          <w:p w14:paraId="50063FA9" w14:textId="2613527C" w:rsidR="008C5133" w:rsidRPr="008C5133" w:rsidRDefault="008C5133" w:rsidP="008C5133">
            <w:pPr>
              <w:pStyle w:val="SIBulletList1"/>
            </w:pPr>
            <w:r w:rsidRPr="008C5133">
              <w:t>principles and practices of paving</w:t>
            </w:r>
            <w:r w:rsidR="00C7667A">
              <w:t>, including:</w:t>
            </w:r>
          </w:p>
          <w:p w14:paraId="1AC507D8" w14:textId="77777777" w:rsidR="008C5133" w:rsidRPr="008C5133" w:rsidRDefault="008C5133" w:rsidP="00C7667A">
            <w:pPr>
              <w:pStyle w:val="SIBulletList2"/>
            </w:pPr>
            <w:r w:rsidRPr="008C5133">
              <w:t>landscape paving materials</w:t>
            </w:r>
          </w:p>
          <w:p w14:paraId="13CAADF5" w14:textId="77777777" w:rsidR="008C5133" w:rsidRPr="008C5133" w:rsidRDefault="008C5133" w:rsidP="00C7667A">
            <w:pPr>
              <w:pStyle w:val="SIBulletList2"/>
            </w:pPr>
            <w:r w:rsidRPr="008C5133">
              <w:t>methods and practices for maintaining and repairing paved areas</w:t>
            </w:r>
          </w:p>
          <w:p w14:paraId="6180443A" w14:textId="77777777" w:rsidR="008C5133" w:rsidRPr="008C5133" w:rsidRDefault="008C5133" w:rsidP="00C7667A">
            <w:pPr>
              <w:pStyle w:val="SIBulletList2"/>
            </w:pPr>
            <w:r w:rsidRPr="008C5133">
              <w:t>methods of work schedule programming</w:t>
            </w:r>
          </w:p>
          <w:p w14:paraId="10C65611" w14:textId="77C281DA" w:rsidR="008C5133" w:rsidRDefault="008C5133" w:rsidP="00C7667A">
            <w:pPr>
              <w:pStyle w:val="SIBulletList2"/>
            </w:pPr>
            <w:r w:rsidRPr="008C5133">
              <w:t>set-out techniques</w:t>
            </w:r>
          </w:p>
          <w:p w14:paraId="7BFC82D9" w14:textId="225D7417" w:rsidR="006625F5" w:rsidRDefault="006625F5" w:rsidP="00E64F2D">
            <w:pPr>
              <w:pStyle w:val="SIBulletList2"/>
            </w:pPr>
            <w:r>
              <w:t>paving patterns and techniques</w:t>
            </w:r>
            <w:r w:rsidRPr="006625F5">
              <w:t>, including formal and random</w:t>
            </w:r>
          </w:p>
          <w:p w14:paraId="547E9233" w14:textId="234C4B61" w:rsidR="00C01F40" w:rsidRDefault="00C01F40" w:rsidP="00C7667A">
            <w:pPr>
              <w:pStyle w:val="SIBulletList2"/>
            </w:pPr>
            <w:r w:rsidRPr="00C01F40">
              <w:t>techniques for laying rigid and flexible paving</w:t>
            </w:r>
          </w:p>
          <w:p w14:paraId="40F489A7" w14:textId="70AF57C0" w:rsidR="006625F5" w:rsidRPr="008C5133" w:rsidRDefault="006625F5" w:rsidP="00C7667A">
            <w:pPr>
              <w:pStyle w:val="SIBulletList2"/>
            </w:pPr>
            <w:r>
              <w:t>techniques for laying stone paving</w:t>
            </w:r>
          </w:p>
          <w:p w14:paraId="594042BC" w14:textId="15C1E345" w:rsidR="00F1480E" w:rsidRPr="000754EC" w:rsidRDefault="008C5133" w:rsidP="00C7667A">
            <w:pPr>
              <w:pStyle w:val="SIBulletList2"/>
            </w:pPr>
            <w:r w:rsidRPr="008C5133">
              <w:t xml:space="preserve">the range and use of required materials, </w:t>
            </w:r>
            <w:proofErr w:type="gramStart"/>
            <w:r w:rsidRPr="008C5133">
              <w:t>equipment</w:t>
            </w:r>
            <w:proofErr w:type="gramEnd"/>
            <w:r w:rsidRPr="008C5133">
              <w:t xml:space="preserve"> and machinery</w:t>
            </w:r>
            <w:r w:rsidR="00C7667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126E2F4A" w:rsidR="00DA54B5" w:rsidRPr="00B67661" w:rsidRDefault="00DA54B5" w:rsidP="00B6766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7661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0B45781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18DD04C" w14:textId="77777777" w:rsidR="00741DBD" w:rsidRPr="00741DBD" w:rsidRDefault="00741DBD" w:rsidP="00741DB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41DBD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87CC4AF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741DB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741DB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5923594" w14:textId="7D9558C0" w:rsidR="00741DBD" w:rsidRPr="00C7667A" w:rsidRDefault="00741DBD" w:rsidP="00C7667A">
            <w:pPr>
              <w:pStyle w:val="SIBulletList2"/>
              <w:rPr>
                <w:rFonts w:eastAsia="Calibri"/>
              </w:rPr>
            </w:pPr>
            <w:r w:rsidRPr="00C7667A">
              <w:t xml:space="preserve">workplace procedures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651E5DF5" w14:textId="058D8273" w:rsidR="00741DBD" w:rsidRPr="00C7667A" w:rsidRDefault="00741DBD" w:rsidP="004D45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 xml:space="preserve">materials, </w:t>
            </w:r>
            <w:r w:rsidRPr="00C7667A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="004D45C9">
              <w:rPr>
                <w:rStyle w:val="SITemporaryText-red"/>
                <w:rFonts w:eastAsia="Calibri"/>
              </w:rPr>
              <w:t>,</w:t>
            </w:r>
            <w:r w:rsidRPr="00C7667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4D45C9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="004D45C9" w:rsidRPr="004D45C9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</w:t>
            </w:r>
            <w:r w:rsidRPr="00C7667A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59076F1F" w14:textId="4B9F21CC" w:rsidR="00741DBD" w:rsidRPr="00C7667A" w:rsidRDefault="00741DBD" w:rsidP="00C7667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 xml:space="preserve">PPE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0D3EE06A" w14:textId="77777777" w:rsidR="00741DBD" w:rsidRPr="00741DBD" w:rsidRDefault="00741DBD" w:rsidP="00741DB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41DB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034086B" w14:textId="299A2953" w:rsidR="00741DBD" w:rsidRPr="00C7667A" w:rsidRDefault="00741DBD" w:rsidP="00C7667A">
            <w:pPr>
              <w:pStyle w:val="SIBulletList2"/>
              <w:rPr>
                <w:rFonts w:eastAsia="Calibri"/>
              </w:rPr>
            </w:pPr>
            <w:r w:rsidRPr="00C7667A">
              <w:rPr>
                <w:rFonts w:eastAsia="Calibri"/>
              </w:rPr>
              <w:t xml:space="preserve">workplace requirements applicable to health and safety in the workplace for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2733B668" w14:textId="0F7095BC" w:rsidR="00741DBD" w:rsidRPr="00C7667A" w:rsidRDefault="00741DBD" w:rsidP="00C7667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>site plans, design drawings and specifications applicable to</w:t>
            </w:r>
            <w:r w:rsidRPr="00930796">
              <w:t xml:space="preserve"> </w:t>
            </w:r>
            <w:r w:rsidR="00C7667A" w:rsidRPr="00C7667A">
              <w:rPr>
                <w:rStyle w:val="SITemporaryText-red"/>
                <w:color w:val="auto"/>
                <w:sz w:val="20"/>
              </w:rPr>
              <w:t>implementing a paving project</w:t>
            </w:r>
          </w:p>
          <w:p w14:paraId="05E97CD7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966FB66" w14:textId="77777777" w:rsidR="00741DBD" w:rsidRPr="00741DBD" w:rsidRDefault="00741DBD" w:rsidP="00741DB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B67661" w:rsidRDefault="00DA54B5" w:rsidP="00B6766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001C44F" w:rsidR="00DA54B5" w:rsidRPr="00B67661" w:rsidRDefault="00DA54B5" w:rsidP="00B67661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6766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45CCAF5C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B5794E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F7EC9" w14:textId="77777777" w:rsidR="00404777" w:rsidRDefault="00404777" w:rsidP="00BF3F0A">
      <w:r>
        <w:separator/>
      </w:r>
    </w:p>
    <w:p w14:paraId="319FCCDF" w14:textId="77777777" w:rsidR="00404777" w:rsidRDefault="00404777"/>
  </w:endnote>
  <w:endnote w:type="continuationSeparator" w:id="0">
    <w:p w14:paraId="7BBD2D29" w14:textId="77777777" w:rsidR="00404777" w:rsidRDefault="00404777" w:rsidP="00BF3F0A">
      <w:r>
        <w:continuationSeparator/>
      </w:r>
    </w:p>
    <w:p w14:paraId="237A6BD1" w14:textId="77777777" w:rsidR="00404777" w:rsidRDefault="00404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C1EBA" w14:textId="77777777" w:rsidR="00404777" w:rsidRDefault="00404777" w:rsidP="00BF3F0A">
      <w:r>
        <w:separator/>
      </w:r>
    </w:p>
    <w:p w14:paraId="3D53B092" w14:textId="77777777" w:rsidR="00404777" w:rsidRDefault="00404777"/>
  </w:footnote>
  <w:footnote w:type="continuationSeparator" w:id="0">
    <w:p w14:paraId="5A80F447" w14:textId="77777777" w:rsidR="00404777" w:rsidRDefault="00404777" w:rsidP="00BF3F0A">
      <w:r>
        <w:continuationSeparator/>
      </w:r>
    </w:p>
    <w:p w14:paraId="20281F16" w14:textId="77777777" w:rsidR="00404777" w:rsidRDefault="00404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853A906" w:rsidR="009C2650" w:rsidRPr="008C5133" w:rsidRDefault="008C5133" w:rsidP="008C5133">
    <w:r w:rsidRPr="008C5133">
      <w:rPr>
        <w:lang w:eastAsia="en-US"/>
      </w:rPr>
      <w:t>AHCLSC3</w:t>
    </w:r>
    <w:r w:rsidR="00436681">
      <w:t>XX</w:t>
    </w:r>
    <w:r w:rsidRPr="008C5133">
      <w:rPr>
        <w:lang w:eastAsia="en-US"/>
      </w:rPr>
      <w:t xml:space="preserve"> Implement a paving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9"/>
  </w:num>
  <w:num w:numId="3">
    <w:abstractNumId w:val="4"/>
  </w:num>
  <w:num w:numId="4">
    <w:abstractNumId w:val="29"/>
  </w:num>
  <w:num w:numId="5">
    <w:abstractNumId w:val="1"/>
  </w:num>
  <w:num w:numId="6">
    <w:abstractNumId w:val="17"/>
  </w:num>
  <w:num w:numId="7">
    <w:abstractNumId w:val="3"/>
  </w:num>
  <w:num w:numId="8">
    <w:abstractNumId w:val="0"/>
  </w:num>
  <w:num w:numId="9">
    <w:abstractNumId w:val="28"/>
  </w:num>
  <w:num w:numId="10">
    <w:abstractNumId w:val="21"/>
  </w:num>
  <w:num w:numId="11">
    <w:abstractNumId w:val="26"/>
  </w:num>
  <w:num w:numId="12">
    <w:abstractNumId w:val="23"/>
  </w:num>
  <w:num w:numId="13">
    <w:abstractNumId w:val="31"/>
  </w:num>
  <w:num w:numId="14">
    <w:abstractNumId w:val="6"/>
  </w:num>
  <w:num w:numId="15">
    <w:abstractNumId w:val="7"/>
  </w:num>
  <w:num w:numId="16">
    <w:abstractNumId w:val="32"/>
  </w:num>
  <w:num w:numId="17">
    <w:abstractNumId w:val="22"/>
  </w:num>
  <w:num w:numId="18">
    <w:abstractNumId w:val="5"/>
  </w:num>
  <w:num w:numId="19">
    <w:abstractNumId w:val="12"/>
  </w:num>
  <w:num w:numId="20">
    <w:abstractNumId w:val="2"/>
  </w:num>
  <w:num w:numId="21">
    <w:abstractNumId w:val="24"/>
  </w:num>
  <w:num w:numId="22">
    <w:abstractNumId w:val="25"/>
  </w:num>
  <w:num w:numId="23">
    <w:abstractNumId w:val="20"/>
  </w:num>
  <w:num w:numId="24">
    <w:abstractNumId w:val="27"/>
  </w:num>
  <w:num w:numId="25">
    <w:abstractNumId w:val="11"/>
  </w:num>
  <w:num w:numId="26">
    <w:abstractNumId w:val="30"/>
  </w:num>
  <w:num w:numId="27">
    <w:abstractNumId w:val="8"/>
  </w:num>
  <w:num w:numId="28">
    <w:abstractNumId w:val="16"/>
  </w:num>
  <w:num w:numId="29">
    <w:abstractNumId w:val="14"/>
  </w:num>
  <w:num w:numId="30">
    <w:abstractNumId w:val="33"/>
  </w:num>
  <w:num w:numId="31">
    <w:abstractNumId w:val="10"/>
  </w:num>
  <w:num w:numId="32">
    <w:abstractNumId w:val="15"/>
  </w:num>
  <w:num w:numId="33">
    <w:abstractNumId w:val="1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6071D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7790F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9B8"/>
    <w:rsid w:val="00337E82"/>
    <w:rsid w:val="00346FDC"/>
    <w:rsid w:val="00350BB1"/>
    <w:rsid w:val="00352C83"/>
    <w:rsid w:val="00354769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4777"/>
    <w:rsid w:val="004127E3"/>
    <w:rsid w:val="0043212E"/>
    <w:rsid w:val="00434366"/>
    <w:rsid w:val="00434ECE"/>
    <w:rsid w:val="00435D33"/>
    <w:rsid w:val="00436681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5C9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02DA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5F5"/>
    <w:rsid w:val="006679F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BD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437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0796"/>
    <w:rsid w:val="0093186C"/>
    <w:rsid w:val="00932CD7"/>
    <w:rsid w:val="009347D4"/>
    <w:rsid w:val="00944C09"/>
    <w:rsid w:val="00944E06"/>
    <w:rsid w:val="009527CB"/>
    <w:rsid w:val="00953835"/>
    <w:rsid w:val="00960F6C"/>
    <w:rsid w:val="00970747"/>
    <w:rsid w:val="00982C4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4E1D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4AC8"/>
    <w:rsid w:val="00A87356"/>
    <w:rsid w:val="00A92DD1"/>
    <w:rsid w:val="00A95F48"/>
    <w:rsid w:val="00AA5338"/>
    <w:rsid w:val="00AB1B8E"/>
    <w:rsid w:val="00AB3EC1"/>
    <w:rsid w:val="00AB46DE"/>
    <w:rsid w:val="00AB51ED"/>
    <w:rsid w:val="00AC0696"/>
    <w:rsid w:val="00AC47A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14771"/>
    <w:rsid w:val="00B22C67"/>
    <w:rsid w:val="00B3508F"/>
    <w:rsid w:val="00B443EE"/>
    <w:rsid w:val="00B560C8"/>
    <w:rsid w:val="00B5769D"/>
    <w:rsid w:val="00B5794E"/>
    <w:rsid w:val="00B61150"/>
    <w:rsid w:val="00B65BC7"/>
    <w:rsid w:val="00B67661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B4A99"/>
    <w:rsid w:val="00BC5075"/>
    <w:rsid w:val="00BC5419"/>
    <w:rsid w:val="00BC6E0B"/>
    <w:rsid w:val="00BD3B0F"/>
    <w:rsid w:val="00BD40A8"/>
    <w:rsid w:val="00BE5889"/>
    <w:rsid w:val="00BF1D4C"/>
    <w:rsid w:val="00BF3F0A"/>
    <w:rsid w:val="00C01F4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67A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0E17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0795"/>
    <w:rsid w:val="00D71E43"/>
    <w:rsid w:val="00D727F3"/>
    <w:rsid w:val="00D73695"/>
    <w:rsid w:val="00D810DE"/>
    <w:rsid w:val="00D87D32"/>
    <w:rsid w:val="00D91188"/>
    <w:rsid w:val="00D920F4"/>
    <w:rsid w:val="00D92C83"/>
    <w:rsid w:val="00DA0A81"/>
    <w:rsid w:val="00DA3C10"/>
    <w:rsid w:val="00DA53B5"/>
    <w:rsid w:val="00DA54B5"/>
    <w:rsid w:val="00DC1D69"/>
    <w:rsid w:val="00DC5A3A"/>
    <w:rsid w:val="00DD0726"/>
    <w:rsid w:val="00E02B4F"/>
    <w:rsid w:val="00E10071"/>
    <w:rsid w:val="00E238E6"/>
    <w:rsid w:val="00E34CD8"/>
    <w:rsid w:val="00E35064"/>
    <w:rsid w:val="00E3681D"/>
    <w:rsid w:val="00E40225"/>
    <w:rsid w:val="00E43468"/>
    <w:rsid w:val="00E501F0"/>
    <w:rsid w:val="00E57EA4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0ED1"/>
    <w:rsid w:val="00EF3268"/>
    <w:rsid w:val="00EF40EF"/>
    <w:rsid w:val="00EF47FE"/>
    <w:rsid w:val="00EF7B45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B8E1E0-75C6-4B5F-ABB0-C8AB21658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4B1689-4C17-4B87-8013-DC785E1B3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225</TotalTime>
  <Pages>5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35</cp:revision>
  <cp:lastPrinted>2016-05-27T05:21:00Z</cp:lastPrinted>
  <dcterms:created xsi:type="dcterms:W3CDTF">2020-08-25T06:08:00Z</dcterms:created>
  <dcterms:modified xsi:type="dcterms:W3CDTF">2021-06-08T06:29:00Z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